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2F" w:rsidRPr="00125E9B" w:rsidRDefault="00E8792F">
      <w:pPr>
        <w:tabs>
          <w:tab w:val="left" w:pos="8460"/>
        </w:tabs>
        <w:jc w:val="center"/>
        <w:rPr>
          <w:b/>
          <w:bCs/>
          <w:sz w:val="28"/>
          <w:szCs w:val="28"/>
        </w:rPr>
      </w:pPr>
      <w:r w:rsidRPr="00125E9B">
        <w:rPr>
          <w:b/>
          <w:bCs/>
          <w:sz w:val="28"/>
          <w:szCs w:val="28"/>
        </w:rPr>
        <w:t>Чек-лист подготовки к заочному этапу конкурса «Учитель года»</w:t>
      </w:r>
    </w:p>
    <w:p w:rsidR="00E8792F" w:rsidRDefault="00E8792F">
      <w:pPr>
        <w:tabs>
          <w:tab w:val="left" w:pos="8460"/>
        </w:tabs>
        <w:jc w:val="center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8509"/>
      </w:tblGrid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26" style="position:absolute;left:0;text-align:left;margin-left:0;margin-top:3.3pt;width:46.8pt;height:39.3pt;z-index:251653120" arcsize="10923f"/>
              </w:pict>
            </w:r>
          </w:p>
        </w:tc>
        <w:tc>
          <w:tcPr>
            <w:tcW w:w="8509" w:type="dxa"/>
          </w:tcPr>
          <w:p w:rsidR="00E8792F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 w:rsidRPr="004F22E4">
              <w:rPr>
                <w:sz w:val="28"/>
                <w:szCs w:val="28"/>
              </w:rPr>
              <w:t>Внимательно ознакомиться с положением Конкурса и критериями оценивания конкурсного испытания «Урок».</w:t>
            </w:r>
            <w:r>
              <w:rPr>
                <w:sz w:val="28"/>
                <w:szCs w:val="28"/>
              </w:rPr>
              <w:t xml:space="preserve"> </w:t>
            </w:r>
          </w:p>
          <w:p w:rsidR="00E8792F" w:rsidRPr="004F22E4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 w:rsidRPr="004F22E4">
              <w:rPr>
                <w:sz w:val="28"/>
                <w:szCs w:val="28"/>
              </w:rPr>
              <w:t>В соответствии с критериями скорректировать сценарий урока.</w:t>
            </w:r>
            <w:r>
              <w:rPr>
                <w:sz w:val="28"/>
                <w:szCs w:val="28"/>
              </w:rPr>
              <w:t xml:space="preserve"> </w:t>
            </w:r>
          </w:p>
          <w:p w:rsidR="00E8792F" w:rsidRPr="004F22E4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Default="00E8792F" w:rsidP="004F22E4">
            <w:pPr>
              <w:tabs>
                <w:tab w:val="left" w:pos="8460"/>
              </w:tabs>
              <w:jc w:val="center"/>
              <w:rPr>
                <w:noProof/>
              </w:rPr>
            </w:pPr>
            <w:r>
              <w:rPr>
                <w:noProof/>
              </w:rPr>
              <w:pict>
                <v:roundrect id="_x0000_s1027" style="position:absolute;left:0;text-align:left;margin-left:0;margin-top:1.4pt;width:46.8pt;height:39.3pt;z-index:251661312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! На сайте </w:t>
            </w:r>
            <w:hyperlink r:id="rId5" w:history="1">
              <w:r w:rsidRPr="00E46F55">
                <w:rPr>
                  <w:rStyle w:val="Hyperlink"/>
                  <w:sz w:val="28"/>
                  <w:szCs w:val="28"/>
                </w:rPr>
                <w:t>https://teacherofrussia.ru/</w:t>
              </w:r>
            </w:hyperlink>
            <w:r>
              <w:rPr>
                <w:sz w:val="28"/>
                <w:szCs w:val="28"/>
              </w:rPr>
              <w:t xml:space="preserve"> в разделе «Архив» можно посмотреть конкурсные уроки.</w:t>
            </w:r>
          </w:p>
          <w:p w:rsidR="00E8792F" w:rsidRPr="006D7E98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28" style="position:absolute;left:0;text-align:left;margin-left:0;margin-top:2.8pt;width:46.8pt;height:39.3pt;z-index:251657216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Default="00E8792F" w:rsidP="003D669E">
            <w:pPr>
              <w:tabs>
                <w:tab w:val="left" w:pos="84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! Необходимо п</w:t>
            </w:r>
            <w:r w:rsidRPr="004F22E4">
              <w:rPr>
                <w:sz w:val="28"/>
                <w:szCs w:val="28"/>
              </w:rPr>
              <w:t>родумать эргономику кабинета с учетом предстоящей видеосъемки</w:t>
            </w:r>
            <w:r>
              <w:rPr>
                <w:sz w:val="28"/>
                <w:szCs w:val="28"/>
              </w:rPr>
              <w:t>.</w:t>
            </w:r>
          </w:p>
          <w:p w:rsidR="00E8792F" w:rsidRDefault="00E8792F" w:rsidP="003D669E">
            <w:pPr>
              <w:tabs>
                <w:tab w:val="left" w:pos="8460"/>
              </w:tabs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         ! В</w:t>
            </w:r>
            <w:r w:rsidRPr="004F22E4">
              <w:rPr>
                <w:sz w:val="28"/>
                <w:szCs w:val="28"/>
              </w:rPr>
              <w:t>идеозапись урока (40 - 45 минут</w:t>
            </w:r>
            <w:r>
              <w:rPr>
                <w:sz w:val="28"/>
                <w:szCs w:val="28"/>
              </w:rPr>
              <w:t xml:space="preserve">), </w:t>
            </w:r>
            <w:r w:rsidRPr="003D669E">
              <w:rPr>
                <w:sz w:val="28"/>
                <w:szCs w:val="28"/>
                <w:lang w:eastAsia="zh-CN"/>
              </w:rPr>
              <w:t>формат *.</w:t>
            </w:r>
            <w:r w:rsidRPr="003D669E">
              <w:rPr>
                <w:sz w:val="28"/>
                <w:szCs w:val="28"/>
                <w:lang w:val="en-US" w:eastAsia="zh-CN"/>
              </w:rPr>
              <w:t>mp</w:t>
            </w:r>
            <w:r w:rsidRPr="003D669E">
              <w:rPr>
                <w:sz w:val="28"/>
                <w:szCs w:val="28"/>
                <w:lang w:eastAsia="zh-CN"/>
              </w:rPr>
              <w:t>4</w:t>
            </w:r>
          </w:p>
          <w:p w:rsidR="00E8792F" w:rsidRPr="004F22E4" w:rsidRDefault="00E8792F" w:rsidP="003D669E">
            <w:pPr>
              <w:tabs>
                <w:tab w:val="left" w:pos="8460"/>
              </w:tabs>
              <w:rPr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29" style="position:absolute;left:0;text-align:left;margin-left:0;margin-top:8pt;width:46.8pt;height:39.3pt;z-index:251658240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 w:rsidRPr="004F22E4">
              <w:rPr>
                <w:sz w:val="28"/>
                <w:szCs w:val="28"/>
              </w:rPr>
              <w:t>Внимательно ознакомиться с положением конкурса и критериями оценивания конкурсного испытания «Интернет-ресурс».</w:t>
            </w:r>
          </w:p>
          <w:p w:rsidR="00E8792F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 w:rsidRPr="004F22E4">
              <w:rPr>
                <w:sz w:val="28"/>
                <w:szCs w:val="28"/>
              </w:rPr>
              <w:t>В соответствии с критериями скорректировать собственный интернет – ресурс или создать новый.</w:t>
            </w:r>
          </w:p>
          <w:p w:rsidR="00E8792F" w:rsidRPr="004F22E4" w:rsidRDefault="00E8792F" w:rsidP="004F22E4">
            <w:pPr>
              <w:tabs>
                <w:tab w:val="left" w:pos="8460"/>
              </w:tabs>
              <w:rPr>
                <w:i/>
                <w:iCs/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Default="00E8792F" w:rsidP="004F22E4">
            <w:pPr>
              <w:tabs>
                <w:tab w:val="left" w:pos="8460"/>
              </w:tabs>
              <w:jc w:val="center"/>
              <w:rPr>
                <w:noProof/>
              </w:rPr>
            </w:pPr>
            <w:r>
              <w:rPr>
                <w:noProof/>
              </w:rPr>
              <w:pict>
                <v:roundrect id="_x0000_s1030" style="position:absolute;left:0;text-align:left;margin-left:0;margin-top:4.7pt;width:46.8pt;height:39.3pt;z-index:251662336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Default="00E8792F" w:rsidP="004F22E4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! Примеры интернет - ресурсов победителей и призеров муниципального этапа </w:t>
            </w:r>
            <w:r w:rsidRPr="003E0C79">
              <w:rPr>
                <w:sz w:val="28"/>
                <w:szCs w:val="28"/>
              </w:rPr>
              <w:t>конкурса «Учитель года»</w:t>
            </w:r>
            <w:r>
              <w:rPr>
                <w:sz w:val="28"/>
                <w:szCs w:val="28"/>
              </w:rPr>
              <w:t xml:space="preserve"> прошлых лет</w:t>
            </w:r>
          </w:p>
          <w:p w:rsidR="00E8792F" w:rsidRDefault="00E8792F" w:rsidP="004F22E4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hyperlink r:id="rId6" w:history="1">
              <w:r w:rsidRPr="00E46F55">
                <w:rPr>
                  <w:rStyle w:val="Hyperlink"/>
                  <w:sz w:val="28"/>
                  <w:szCs w:val="28"/>
                </w:rPr>
                <w:t>https://filologtk.blogspot.com/</w:t>
              </w:r>
            </w:hyperlink>
          </w:p>
          <w:p w:rsidR="00E8792F" w:rsidRPr="003E0C79" w:rsidRDefault="00E8792F" w:rsidP="004F22E4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hyperlink r:id="rId7" w:history="1">
              <w:r w:rsidRPr="00E46F55">
                <w:rPr>
                  <w:rStyle w:val="Hyperlink"/>
                  <w:sz w:val="28"/>
                  <w:szCs w:val="28"/>
                </w:rPr>
                <w:t>http://mayanskaya.blogspot.com/p/blog-page.html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E8792F" w:rsidRDefault="00E8792F" w:rsidP="003E0C79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hyperlink r:id="rId8" w:history="1">
              <w:r w:rsidRPr="003E0C79">
                <w:rPr>
                  <w:rStyle w:val="Hyperlink"/>
                  <w:sz w:val="28"/>
                  <w:szCs w:val="28"/>
                </w:rPr>
                <w:t>https://sites.google.com/view/begalimova-regina</w:t>
              </w:r>
            </w:hyperlink>
            <w:r w:rsidRPr="003E0C79">
              <w:rPr>
                <w:sz w:val="28"/>
                <w:szCs w:val="28"/>
              </w:rPr>
              <w:t xml:space="preserve"> </w:t>
            </w:r>
          </w:p>
          <w:p w:rsidR="00E8792F" w:rsidRDefault="00E8792F" w:rsidP="003E0C79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hyperlink r:id="rId9" w:history="1">
              <w:r w:rsidRPr="003E0C79">
                <w:rPr>
                  <w:rStyle w:val="Hyperlink"/>
                  <w:sz w:val="28"/>
                  <w:szCs w:val="28"/>
                </w:rPr>
                <w:t>https://uchportfolio.ru/s2161634332</w:t>
              </w:r>
            </w:hyperlink>
            <w:r w:rsidRPr="003E0C79">
              <w:rPr>
                <w:sz w:val="28"/>
                <w:szCs w:val="28"/>
              </w:rPr>
              <w:t xml:space="preserve"> </w:t>
            </w:r>
          </w:p>
          <w:p w:rsidR="00E8792F" w:rsidRPr="003E0C79" w:rsidRDefault="00E8792F" w:rsidP="003E0C79">
            <w:pPr>
              <w:tabs>
                <w:tab w:val="left" w:pos="1260"/>
              </w:tabs>
              <w:ind w:firstLine="720"/>
              <w:jc w:val="both"/>
              <w:rPr>
                <w:sz w:val="28"/>
                <w:szCs w:val="28"/>
              </w:rPr>
            </w:pPr>
            <w:hyperlink r:id="rId10" w:history="1">
              <w:r w:rsidRPr="00E46F55">
                <w:rPr>
                  <w:rStyle w:val="Hyperlink"/>
                  <w:sz w:val="28"/>
                  <w:szCs w:val="28"/>
                </w:rPr>
                <w:t>https://www.oursmallcountry.com/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E8792F" w:rsidRPr="003E0C79" w:rsidRDefault="00E8792F" w:rsidP="003E0C79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1" style="position:absolute;left:0;text-align:left;margin-left:0;margin-top:6.4pt;width:46.8pt;height:39.3pt;z-index:251654144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1260"/>
              </w:tabs>
              <w:ind w:firstLine="720"/>
              <w:jc w:val="both"/>
            </w:pPr>
            <w:r w:rsidRPr="004F22E4">
              <w:rPr>
                <w:sz w:val="28"/>
                <w:szCs w:val="28"/>
              </w:rPr>
              <w:t>Подготовить папку с конкурсными материалами в электронном виде, в которую включить:</w:t>
            </w:r>
          </w:p>
          <w:p w:rsidR="00E8792F" w:rsidRPr="004F22E4" w:rsidRDefault="00E8792F" w:rsidP="004F22E4">
            <w:pPr>
              <w:pStyle w:val="ListParagraph"/>
              <w:tabs>
                <w:tab w:val="left" w:pos="1080"/>
              </w:tabs>
              <w:suppressAutoHyphens/>
              <w:ind w:left="0"/>
              <w:jc w:val="both"/>
            </w:pPr>
            <w:r w:rsidRPr="004F22E4">
              <w:rPr>
                <w:sz w:val="28"/>
                <w:szCs w:val="28"/>
              </w:rPr>
              <w:t>- заявление участника Конкурса (приложение № 1) – 1 экземпляр;</w:t>
            </w:r>
          </w:p>
          <w:p w:rsidR="00E8792F" w:rsidRPr="004F22E4" w:rsidRDefault="00E8792F" w:rsidP="004F22E4">
            <w:pPr>
              <w:pStyle w:val="ListParagraph"/>
              <w:tabs>
                <w:tab w:val="left" w:pos="1080"/>
              </w:tabs>
              <w:suppressAutoHyphens/>
              <w:ind w:left="0"/>
              <w:jc w:val="both"/>
            </w:pPr>
            <w:r w:rsidRPr="004F22E4">
              <w:rPr>
                <w:sz w:val="28"/>
                <w:szCs w:val="28"/>
              </w:rPr>
              <w:t>- информационную карту участника (приложение № 2) – 1 экземпляр;</w:t>
            </w:r>
          </w:p>
          <w:p w:rsidR="00E8792F" w:rsidRPr="004F22E4" w:rsidRDefault="00E8792F" w:rsidP="004F22E4">
            <w:pPr>
              <w:tabs>
                <w:tab w:val="left" w:pos="180"/>
                <w:tab w:val="left" w:pos="360"/>
                <w:tab w:val="left" w:pos="709"/>
                <w:tab w:val="left" w:pos="1260"/>
              </w:tabs>
              <w:jc w:val="both"/>
            </w:pPr>
            <w:r w:rsidRPr="004F22E4">
              <w:rPr>
                <w:sz w:val="28"/>
                <w:szCs w:val="28"/>
              </w:rPr>
              <w:t>- предварительную заявку на проведение конкурсного урока (очного тура) с указанием класса, темы, необходимых технических средств обучения (в свободной форме);</w:t>
            </w:r>
          </w:p>
          <w:p w:rsidR="00E8792F" w:rsidRPr="004F22E4" w:rsidRDefault="00E8792F" w:rsidP="004F22E4">
            <w:pPr>
              <w:tabs>
                <w:tab w:val="left" w:pos="180"/>
                <w:tab w:val="left" w:pos="360"/>
                <w:tab w:val="left" w:pos="709"/>
                <w:tab w:val="left" w:pos="1260"/>
              </w:tabs>
              <w:jc w:val="both"/>
            </w:pPr>
            <w:r w:rsidRPr="004F22E4">
              <w:rPr>
                <w:sz w:val="28"/>
                <w:szCs w:val="28"/>
              </w:rPr>
              <w:t>- предварительную заявку на проведение внеурочного мероприятия с указанием направления внеурочного мероприятия (из перечня направлений развития личности, предусмотренных ФГОС), темы, формы проведения, класса, необходимых технических средств обучения (в свободной форме).</w:t>
            </w:r>
          </w:p>
          <w:p w:rsidR="00E8792F" w:rsidRPr="004F22E4" w:rsidRDefault="00E8792F" w:rsidP="004F22E4">
            <w:pPr>
              <w:shd w:val="clear" w:color="auto" w:fill="FFFFFF"/>
              <w:jc w:val="both"/>
            </w:pPr>
            <w:r w:rsidRPr="004F22E4">
              <w:rPr>
                <w:sz w:val="28"/>
                <w:szCs w:val="28"/>
              </w:rPr>
              <w:t xml:space="preserve">- фотографии в электронном виде в формате *.jpg с разрешением </w:t>
            </w:r>
            <w:r w:rsidRPr="004F22E4">
              <w:rPr>
                <w:sz w:val="28"/>
                <w:szCs w:val="28"/>
                <w:shd w:val="clear" w:color="auto" w:fill="FFFFFF"/>
              </w:rPr>
              <w:t>300 точек на дюйм без уменьшения исходного размера: цветная (портрет</w:t>
            </w:r>
            <w:r w:rsidRPr="004F22E4">
              <w:rPr>
                <w:sz w:val="28"/>
                <w:szCs w:val="28"/>
              </w:rPr>
              <w:t xml:space="preserve"> 9 х 13) и жанровая цветная фотография с урока или внеклассного мероприятия;</w:t>
            </w:r>
          </w:p>
          <w:p w:rsidR="00E8792F" w:rsidRPr="006D7E98" w:rsidRDefault="00E8792F" w:rsidP="004F22E4">
            <w:pPr>
              <w:shd w:val="clear" w:color="auto" w:fill="FFFFFF"/>
              <w:tabs>
                <w:tab w:val="left" w:pos="709"/>
                <w:tab w:val="left" w:pos="1260"/>
              </w:tabs>
              <w:jc w:val="both"/>
            </w:pPr>
            <w:r w:rsidRPr="006D7E98">
              <w:rPr>
                <w:sz w:val="28"/>
                <w:szCs w:val="28"/>
              </w:rPr>
              <w:t>- заявление участника Конкурса в программе Microsoft Word;</w:t>
            </w:r>
          </w:p>
          <w:p w:rsidR="00E8792F" w:rsidRPr="006D7E98" w:rsidRDefault="00E8792F" w:rsidP="004F22E4">
            <w:pPr>
              <w:shd w:val="clear" w:color="auto" w:fill="FFFFFF"/>
              <w:tabs>
                <w:tab w:val="left" w:pos="709"/>
                <w:tab w:val="left" w:pos="1260"/>
              </w:tabs>
              <w:jc w:val="both"/>
            </w:pPr>
            <w:r w:rsidRPr="006D7E98">
              <w:rPr>
                <w:sz w:val="28"/>
                <w:szCs w:val="28"/>
              </w:rPr>
              <w:t>- информационную карту участника в программе Microsoft Word.</w:t>
            </w:r>
          </w:p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2" style="position:absolute;left:0;text-align:left;margin-left:0;margin-top:.9pt;width:46.8pt;height:39.3pt;z-index:251655168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8460"/>
              </w:tabs>
              <w:rPr>
                <w:i/>
                <w:iCs/>
                <w:sz w:val="28"/>
                <w:szCs w:val="28"/>
              </w:rPr>
            </w:pPr>
            <w:r w:rsidRPr="004F22E4">
              <w:rPr>
                <w:sz w:val="28"/>
                <w:szCs w:val="28"/>
                <w:lang w:eastAsia="zh-CN"/>
              </w:rPr>
              <w:t>Пройти электронную регистрацию по ссылке, размещенной на сайте бюджетного образовательного учреждения дополнительного образования города Омска «Центр творческого развития и гуманитарного образования «Перспектива» (</w:t>
            </w:r>
            <w:hyperlink r:id="rId11" w:history="1">
              <w:r w:rsidRPr="004F22E4">
                <w:rPr>
                  <w:rStyle w:val="Hyperlink"/>
                  <w:color w:val="0563C1"/>
                  <w:sz w:val="28"/>
                  <w:szCs w:val="28"/>
                  <w:lang w:eastAsia="zh-CN"/>
                </w:rPr>
                <w:t>http://omsk-perspektiva.ru/</w:t>
              </w:r>
            </w:hyperlink>
            <w:r w:rsidRPr="004F22E4">
              <w:rPr>
                <w:sz w:val="28"/>
                <w:szCs w:val="28"/>
                <w:lang w:eastAsia="zh-CN"/>
              </w:rPr>
              <w:t>) в разделе «Конкурсы» (подраздел «Конкурсы профессионального мастерства»).</w:t>
            </w: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3" style="position:absolute;left:0;text-align:left;margin-left:0;margin-top:9.85pt;width:46.8pt;height:39.3pt;z-index:251656192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720"/>
              </w:tabs>
              <w:jc w:val="both"/>
            </w:pPr>
            <w:r w:rsidRPr="004F22E4">
              <w:rPr>
                <w:sz w:val="28"/>
                <w:szCs w:val="28"/>
                <w:lang w:eastAsia="zh-CN"/>
              </w:rPr>
              <w:t>В регистрационной онлайн-форме, в специальных полях, разместить гиперссылки:</w:t>
            </w:r>
          </w:p>
          <w:p w:rsidR="00E8792F" w:rsidRPr="004F22E4" w:rsidRDefault="00E8792F" w:rsidP="004F22E4">
            <w:pPr>
              <w:tabs>
                <w:tab w:val="left" w:pos="720"/>
              </w:tabs>
            </w:pPr>
            <w:r w:rsidRPr="004F22E4">
              <w:rPr>
                <w:sz w:val="28"/>
                <w:szCs w:val="28"/>
                <w:lang w:eastAsia="zh-CN"/>
              </w:rPr>
              <w:t>- </w:t>
            </w:r>
            <w:r w:rsidRPr="004F22E4">
              <w:rPr>
                <w:sz w:val="28"/>
                <w:szCs w:val="28"/>
              </w:rPr>
              <w:t>на видеозапись урока (40 - 45 минут)</w:t>
            </w:r>
            <w:r w:rsidRPr="004F22E4">
              <w:rPr>
                <w:sz w:val="28"/>
                <w:szCs w:val="28"/>
                <w:lang w:eastAsia="zh-CN"/>
              </w:rPr>
              <w:t xml:space="preserve"> </w:t>
            </w:r>
            <w:r w:rsidRPr="004F22E4">
              <w:rPr>
                <w:i/>
                <w:iCs/>
                <w:sz w:val="28"/>
                <w:szCs w:val="28"/>
                <w:lang w:eastAsia="zh-CN"/>
              </w:rPr>
              <w:t>в формате *.</w:t>
            </w:r>
            <w:r w:rsidRPr="004F22E4">
              <w:rPr>
                <w:i/>
                <w:iCs/>
                <w:sz w:val="28"/>
                <w:szCs w:val="28"/>
                <w:lang w:val="en-US" w:eastAsia="zh-CN"/>
              </w:rPr>
              <w:t>mp</w:t>
            </w:r>
            <w:r w:rsidRPr="004F22E4">
              <w:rPr>
                <w:i/>
                <w:iCs/>
                <w:sz w:val="28"/>
                <w:szCs w:val="28"/>
                <w:lang w:eastAsia="zh-CN"/>
              </w:rPr>
              <w:t>4</w:t>
            </w:r>
            <w:r w:rsidRPr="004F22E4">
              <w:rPr>
                <w:sz w:val="28"/>
                <w:szCs w:val="28"/>
                <w:lang w:eastAsia="zh-CN"/>
              </w:rPr>
              <w:t>;</w:t>
            </w:r>
          </w:p>
          <w:p w:rsidR="00E8792F" w:rsidRPr="004F22E4" w:rsidRDefault="00E8792F" w:rsidP="004F22E4">
            <w:pPr>
              <w:tabs>
                <w:tab w:val="left" w:pos="720"/>
              </w:tabs>
              <w:jc w:val="both"/>
            </w:pPr>
            <w:r w:rsidRPr="004F22E4">
              <w:rPr>
                <w:sz w:val="28"/>
                <w:szCs w:val="28"/>
                <w:lang w:eastAsia="zh-CN"/>
              </w:rPr>
              <w:t>- на папку с конкурсными материалами (</w:t>
            </w:r>
            <w:r w:rsidRPr="004F22E4">
              <w:rPr>
                <w:i/>
                <w:iCs/>
                <w:sz w:val="28"/>
                <w:szCs w:val="28"/>
                <w:lang w:eastAsia="zh-CN"/>
              </w:rPr>
              <w:t>без архивирования)</w:t>
            </w:r>
            <w:r w:rsidRPr="004F22E4">
              <w:rPr>
                <w:sz w:val="28"/>
                <w:szCs w:val="28"/>
                <w:lang w:eastAsia="zh-CN"/>
              </w:rPr>
              <w:t>, которую необходимо разместить в одном из облачных хранилищ данных в ИТС «Интернет» (</w:t>
            </w:r>
            <w:hyperlink r:id="rId12" w:history="1">
              <w:r w:rsidRPr="004F22E4">
                <w:rPr>
                  <w:rStyle w:val="Hyperlink"/>
                  <w:color w:val="0563C1"/>
                  <w:sz w:val="28"/>
                  <w:szCs w:val="28"/>
                  <w:lang w:eastAsia="zh-CN"/>
                </w:rPr>
                <w:t>http://disk.yandex.ru/</w:t>
              </w:r>
            </w:hyperlink>
            <w:r w:rsidRPr="004F22E4">
              <w:rPr>
                <w:sz w:val="28"/>
                <w:szCs w:val="28"/>
                <w:lang w:eastAsia="zh-CN"/>
              </w:rPr>
              <w:t>), Облако@mail.ru (</w:t>
            </w:r>
            <w:hyperlink r:id="rId13" w:history="1">
              <w:r w:rsidRPr="004F22E4">
                <w:rPr>
                  <w:rStyle w:val="Hyperlink"/>
                  <w:color w:val="0563C1"/>
                  <w:sz w:val="28"/>
                  <w:szCs w:val="28"/>
                  <w:lang w:eastAsia="zh-CN"/>
                </w:rPr>
                <w:t>https://cloud.mail.ru/</w:t>
              </w:r>
            </w:hyperlink>
            <w:r w:rsidRPr="004F22E4">
              <w:rPr>
                <w:sz w:val="28"/>
                <w:szCs w:val="28"/>
                <w:lang w:eastAsia="zh-CN"/>
              </w:rPr>
              <w:t>), Google.drive (</w:t>
            </w:r>
            <w:hyperlink r:id="rId14" w:history="1">
              <w:r w:rsidRPr="004F22E4">
                <w:rPr>
                  <w:rStyle w:val="Hyperlink"/>
                  <w:color w:val="0563C1"/>
                  <w:sz w:val="28"/>
                  <w:szCs w:val="28"/>
                  <w:lang w:eastAsia="zh-CN"/>
                </w:rPr>
                <w:t>https://drive.google.com/</w:t>
              </w:r>
            </w:hyperlink>
            <w:r w:rsidRPr="004F22E4">
              <w:rPr>
                <w:sz w:val="28"/>
                <w:szCs w:val="28"/>
                <w:lang w:eastAsia="zh-CN"/>
              </w:rPr>
              <w:t>);</w:t>
            </w:r>
          </w:p>
          <w:p w:rsidR="00E8792F" w:rsidRPr="004F22E4" w:rsidRDefault="00E8792F" w:rsidP="004F22E4">
            <w:pPr>
              <w:tabs>
                <w:tab w:val="left" w:pos="720"/>
              </w:tabs>
              <w:jc w:val="both"/>
            </w:pPr>
            <w:r w:rsidRPr="004F22E4">
              <w:rPr>
                <w:sz w:val="28"/>
                <w:szCs w:val="28"/>
                <w:lang w:eastAsia="zh-CN"/>
              </w:rPr>
              <w:t xml:space="preserve">- на адрес </w:t>
            </w:r>
            <w:r w:rsidRPr="004F22E4">
              <w:rPr>
                <w:sz w:val="28"/>
                <w:szCs w:val="28"/>
              </w:rPr>
              <w:t xml:space="preserve">собственного интернет-ресурса (сайт, блог и т.д. со свободным входом, без пароля). </w:t>
            </w: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4" style="position:absolute;left:0;text-align:left;margin-left:0;margin-top:4.7pt;width:46.8pt;height:39.3pt;z-index:251660288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  <w:r w:rsidRPr="004F22E4">
              <w:rPr>
                <w:sz w:val="28"/>
                <w:szCs w:val="28"/>
              </w:rPr>
              <w:t>После электронной регистрации и размещения гиперссылок</w:t>
            </w:r>
            <w:r>
              <w:rPr>
                <w:sz w:val="28"/>
                <w:szCs w:val="28"/>
              </w:rPr>
              <w:t xml:space="preserve"> получить уведомление на адрес </w:t>
            </w:r>
            <w:r w:rsidRPr="004F22E4">
              <w:rPr>
                <w:sz w:val="28"/>
                <w:szCs w:val="28"/>
              </w:rPr>
              <w:t xml:space="preserve">электронной почты </w:t>
            </w:r>
          </w:p>
          <w:p w:rsidR="00E8792F" w:rsidRPr="004F22E4" w:rsidRDefault="00E8792F" w:rsidP="004F22E4">
            <w:pPr>
              <w:tabs>
                <w:tab w:val="left" w:pos="8460"/>
              </w:tabs>
              <w:rPr>
                <w:sz w:val="28"/>
                <w:szCs w:val="28"/>
              </w:rPr>
            </w:pPr>
          </w:p>
        </w:tc>
      </w:tr>
      <w:tr w:rsidR="00E8792F"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5" style="position:absolute;left:0;text-align:left;margin-left:0;margin-top:8pt;width:46.8pt;height:39.3pt;z-index:251659264;mso-position-horizontal-relative:text;mso-position-vertical-relative:text" arcsize="10923f">
                  <w10:anchorlock/>
                </v:roundrect>
              </w:pict>
            </w:r>
          </w:p>
        </w:tc>
        <w:tc>
          <w:tcPr>
            <w:tcW w:w="8509" w:type="dxa"/>
          </w:tcPr>
          <w:p w:rsidR="00E8792F" w:rsidRPr="004F22E4" w:rsidRDefault="00E8792F" w:rsidP="004F22E4">
            <w:pPr>
              <w:tabs>
                <w:tab w:val="left" w:pos="1260"/>
              </w:tabs>
              <w:jc w:val="both"/>
            </w:pPr>
            <w:r w:rsidRPr="004F22E4">
              <w:rPr>
                <w:sz w:val="28"/>
                <w:szCs w:val="28"/>
              </w:rPr>
              <w:t xml:space="preserve">По </w:t>
            </w:r>
            <w:r w:rsidRPr="006D7E98">
              <w:rPr>
                <w:sz w:val="28"/>
                <w:szCs w:val="28"/>
              </w:rPr>
              <w:t>графику приема</w:t>
            </w:r>
            <w:r w:rsidRPr="004F22E4">
              <w:rPr>
                <w:sz w:val="28"/>
                <w:szCs w:val="28"/>
              </w:rPr>
              <w:t xml:space="preserve"> документов в оргкомитет Конкурса предоставить документы на бумажном носителе (обязательно дублируются в электронном варианте):</w:t>
            </w:r>
          </w:p>
          <w:p w:rsidR="00E8792F" w:rsidRPr="004F22E4" w:rsidRDefault="00E8792F" w:rsidP="004F22E4">
            <w:pPr>
              <w:pStyle w:val="ListParagraph"/>
              <w:numPr>
                <w:ilvl w:val="0"/>
                <w:numId w:val="5"/>
              </w:numPr>
              <w:tabs>
                <w:tab w:val="left" w:pos="1080"/>
              </w:tabs>
              <w:suppressAutoHyphens/>
              <w:ind w:left="0" w:firstLine="720"/>
              <w:jc w:val="both"/>
            </w:pPr>
            <w:r w:rsidRPr="004F22E4">
              <w:rPr>
                <w:sz w:val="28"/>
                <w:szCs w:val="28"/>
              </w:rPr>
              <w:t>заявление участника Конкурса (приложение № 1) – 1 экземпляр;</w:t>
            </w:r>
          </w:p>
          <w:p w:rsidR="00E8792F" w:rsidRPr="004F22E4" w:rsidRDefault="00E8792F" w:rsidP="004F22E4">
            <w:pPr>
              <w:pStyle w:val="ListParagraph"/>
              <w:numPr>
                <w:ilvl w:val="0"/>
                <w:numId w:val="5"/>
              </w:numPr>
              <w:tabs>
                <w:tab w:val="left" w:pos="1080"/>
              </w:tabs>
              <w:suppressAutoHyphens/>
              <w:ind w:left="0" w:firstLine="720"/>
              <w:jc w:val="both"/>
            </w:pPr>
            <w:r w:rsidRPr="004F22E4">
              <w:rPr>
                <w:sz w:val="28"/>
                <w:szCs w:val="28"/>
              </w:rPr>
              <w:t>информационная карта участника (приложение № 2) – 1 экземпляр;</w:t>
            </w:r>
          </w:p>
          <w:p w:rsidR="00E8792F" w:rsidRPr="004F22E4" w:rsidRDefault="00E8792F" w:rsidP="004F22E4">
            <w:pPr>
              <w:tabs>
                <w:tab w:val="left" w:pos="180"/>
                <w:tab w:val="left" w:pos="360"/>
                <w:tab w:val="left" w:pos="709"/>
                <w:tab w:val="left" w:pos="1260"/>
              </w:tabs>
              <w:ind w:firstLine="720"/>
              <w:jc w:val="both"/>
            </w:pPr>
            <w:r w:rsidRPr="004F22E4">
              <w:rPr>
                <w:sz w:val="28"/>
                <w:szCs w:val="28"/>
              </w:rPr>
              <w:t>3) предварительная заявка на проведение конкурсного урока (очного тура) с указанием класса, темы, необходимых технических средств обучения(в свободной форме);</w:t>
            </w:r>
          </w:p>
          <w:p w:rsidR="00E8792F" w:rsidRPr="004F22E4" w:rsidRDefault="00E8792F" w:rsidP="004F22E4">
            <w:pPr>
              <w:tabs>
                <w:tab w:val="left" w:pos="180"/>
                <w:tab w:val="left" w:pos="360"/>
                <w:tab w:val="left" w:pos="709"/>
                <w:tab w:val="left" w:pos="1260"/>
              </w:tabs>
              <w:ind w:firstLine="720"/>
              <w:jc w:val="both"/>
            </w:pPr>
            <w:r w:rsidRPr="004F22E4">
              <w:rPr>
                <w:sz w:val="28"/>
                <w:szCs w:val="28"/>
              </w:rPr>
              <w:t>4) предварительная заявка на проведение внеурочного мероприятия с указанием направления внеурочного мероприятия (из перечня направлений развития личности, предусмотренных ФГОС), темы, формы проведения, класса, необходимых технических средств обучения (в свободной форме).</w:t>
            </w:r>
          </w:p>
          <w:p w:rsidR="00E8792F" w:rsidRPr="004F22E4" w:rsidRDefault="00E8792F" w:rsidP="004F22E4">
            <w:pPr>
              <w:tabs>
                <w:tab w:val="left" w:pos="8460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E8792F" w:rsidRDefault="00E8792F">
      <w:pPr>
        <w:tabs>
          <w:tab w:val="left" w:pos="8460"/>
        </w:tabs>
        <w:jc w:val="center"/>
        <w:rPr>
          <w:b/>
          <w:bCs/>
          <w:i/>
          <w:iCs/>
          <w:sz w:val="28"/>
          <w:szCs w:val="28"/>
        </w:rPr>
      </w:pPr>
    </w:p>
    <w:p w:rsidR="00E8792F" w:rsidRDefault="00E8792F">
      <w:pPr>
        <w:tabs>
          <w:tab w:val="left" w:pos="8460"/>
        </w:tabs>
        <w:jc w:val="center"/>
      </w:pPr>
    </w:p>
    <w:p w:rsidR="00E8792F" w:rsidRDefault="00E8792F">
      <w:pPr>
        <w:jc w:val="center"/>
        <w:rPr>
          <w:b/>
          <w:bCs/>
          <w:i/>
          <w:iCs/>
          <w:sz w:val="28"/>
          <w:szCs w:val="28"/>
        </w:rPr>
      </w:pPr>
    </w:p>
    <w:sectPr w:rsidR="00E8792F" w:rsidSect="00552DB3">
      <w:pgSz w:w="11906" w:h="16838"/>
      <w:pgMar w:top="1134" w:right="850" w:bottom="1134" w:left="139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153" w:hanging="585"/>
      </w:pPr>
      <w:rPr>
        <w:rFonts w:hint="default"/>
        <w:sz w:val="28"/>
        <w:szCs w:val="28"/>
      </w:rPr>
    </w:lvl>
  </w:abstractNum>
  <w:abstractNum w:abstractNumId="1">
    <w:nsid w:val="23E00D21"/>
    <w:multiLevelType w:val="multilevel"/>
    <w:tmpl w:val="FFFFFFFF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/>
        <w:b/>
        <w:bCs/>
        <w:sz w:val="23"/>
        <w:szCs w:val="23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38F7F1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044F0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4C158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DB3"/>
    <w:rsid w:val="000B1214"/>
    <w:rsid w:val="00125E9B"/>
    <w:rsid w:val="001450DE"/>
    <w:rsid w:val="00152ABD"/>
    <w:rsid w:val="0022533F"/>
    <w:rsid w:val="00277820"/>
    <w:rsid w:val="002B0107"/>
    <w:rsid w:val="002F2C6A"/>
    <w:rsid w:val="003D669E"/>
    <w:rsid w:val="003E0C79"/>
    <w:rsid w:val="004F22E4"/>
    <w:rsid w:val="004F23C1"/>
    <w:rsid w:val="00552DB3"/>
    <w:rsid w:val="005D0C21"/>
    <w:rsid w:val="0069472A"/>
    <w:rsid w:val="006D7E98"/>
    <w:rsid w:val="00715AD0"/>
    <w:rsid w:val="00A83F99"/>
    <w:rsid w:val="00AC5A74"/>
    <w:rsid w:val="00B0129B"/>
    <w:rsid w:val="00C0542D"/>
    <w:rsid w:val="00C86DF6"/>
    <w:rsid w:val="00CC3DE9"/>
    <w:rsid w:val="00E46F55"/>
    <w:rsid w:val="00E70495"/>
    <w:rsid w:val="00E8792F"/>
    <w:rsid w:val="00FE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C21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C21"/>
    <w:pPr>
      <w:keepNext/>
      <w:jc w:val="center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0C2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Верхний колонтитул Знак"/>
    <w:basedOn w:val="DefaultParagraphFont"/>
    <w:uiPriority w:val="99"/>
    <w:rsid w:val="005D0C21"/>
  </w:style>
  <w:style w:type="character" w:customStyle="1" w:styleId="a0">
    <w:name w:val="Нижний колонтитул Знак"/>
    <w:basedOn w:val="DefaultParagraphFont"/>
    <w:uiPriority w:val="99"/>
    <w:rsid w:val="005D0C21"/>
  </w:style>
  <w:style w:type="character" w:customStyle="1" w:styleId="a1">
    <w:name w:val="Текст выноски Знак"/>
    <w:basedOn w:val="DefaultParagraphFont"/>
    <w:uiPriority w:val="99"/>
    <w:semiHidden/>
    <w:rsid w:val="005D0C21"/>
    <w:rPr>
      <w:rFonts w:ascii="Tahoma" w:hAnsi="Tahoma" w:cs="Tahoma"/>
      <w:sz w:val="16"/>
      <w:szCs w:val="16"/>
      <w:lang w:eastAsia="ru-RU"/>
    </w:rPr>
  </w:style>
  <w:style w:type="paragraph" w:customStyle="1" w:styleId="a2">
    <w:name w:val="Заголовок"/>
    <w:basedOn w:val="Normal"/>
    <w:next w:val="BodyText"/>
    <w:uiPriority w:val="99"/>
    <w:rsid w:val="00552DB3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DB3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495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552DB3"/>
  </w:style>
  <w:style w:type="paragraph" w:styleId="Caption">
    <w:name w:val="caption"/>
    <w:basedOn w:val="Normal"/>
    <w:uiPriority w:val="99"/>
    <w:qFormat/>
    <w:rsid w:val="00552DB3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5D0C21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552DB3"/>
    <w:pPr>
      <w:suppressLineNumbers/>
    </w:pPr>
  </w:style>
  <w:style w:type="paragraph" w:customStyle="1" w:styleId="a3">
    <w:name w:val="Верхний и нижний колонтитулы"/>
    <w:basedOn w:val="Normal"/>
    <w:uiPriority w:val="99"/>
    <w:rsid w:val="00552DB3"/>
  </w:style>
  <w:style w:type="paragraph" w:styleId="Header">
    <w:name w:val="header"/>
    <w:basedOn w:val="Normal"/>
    <w:link w:val="HeaderChar"/>
    <w:uiPriority w:val="99"/>
    <w:rsid w:val="005D0C2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7049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D0C2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049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D0C2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D0C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495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5D0C21"/>
    <w:rPr>
      <w:rFonts w:ascii="Times New Roman" w:hAnsi="Times New Roman" w:cs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D0C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F2C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begalimova-regina" TargetMode="External"/><Relationship Id="rId13" Type="http://schemas.openxmlformats.org/officeDocument/2006/relationships/hyperlink" Target="https://cloud.mai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yanskaya.blogspot.com/p/blog-page.html" TargetMode="External"/><Relationship Id="rId12" Type="http://schemas.openxmlformats.org/officeDocument/2006/relationships/hyperlink" Target="http://disk.yandex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filologtk.blogspot.com/" TargetMode="External"/><Relationship Id="rId11" Type="http://schemas.openxmlformats.org/officeDocument/2006/relationships/hyperlink" Target="http://omsk-perspektiva.ru/" TargetMode="External"/><Relationship Id="rId5" Type="http://schemas.openxmlformats.org/officeDocument/2006/relationships/hyperlink" Target="https://teacherofrussia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oursmallcountr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portfolio.ru/s2161634332" TargetMode="External"/><Relationship Id="rId14" Type="http://schemas.openxmlformats.org/officeDocument/2006/relationships/hyperlink" Target="https://drive.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2</Pages>
  <Words>608</Words>
  <Characters>3466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17</cp:revision>
  <cp:lastPrinted>2020-12-15T09:53:00Z</cp:lastPrinted>
  <dcterms:created xsi:type="dcterms:W3CDTF">2020-12-15T09:32:00Z</dcterms:created>
  <dcterms:modified xsi:type="dcterms:W3CDTF">2021-09-30T08:56:00Z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